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2D7D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D7D6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Α19</w:t>
            </w:r>
            <w:r w:rsidR="002F76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2D7D68" w:rsidRPr="002D7D68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2D7D68" w:rsidRPr="002D7D6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Ο2.Ε11 Ταμπλέτα Τύπου 04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2D7D68" w:rsidRPr="00DF25B3" w:rsidTr="002D7D68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Λειτουργικό: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Tablet</w:t>
            </w:r>
            <w:proofErr w:type="spellEnd"/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5019CC" w:rsidRDefault="002D7D68" w:rsidP="002D7D68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Επεξεργαστής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Exynos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1380,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Octa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Core 2.4GHz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RAM: 6GB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Χωρητικότητα: 128GB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Οθόνη: 10.9''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Μπαταρία: 8000mAh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EF62A6" w:rsidTr="002D7D68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Εύρος μπαταρίας: 6001+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mAh</w:t>
            </w:r>
            <w:proofErr w:type="spellEnd"/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FE320D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Εγγραφή βίντεο: Έως 3840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2160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p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ΠΛΗΚΤΡΟΛΟΓΙΟ ΓΙΑ ΤΑΜΠΛΕΤΑ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FE320D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Συμβατότητα: Συμβατό με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Samsung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Galaxy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Tab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9/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9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FE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DF25B3" w:rsidTr="002D7D68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FE320D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Μετατροπή σε Βάση Στήριξης: Υποστηρίζεται</w:t>
            </w:r>
          </w:p>
        </w:tc>
        <w:tc>
          <w:tcPr>
            <w:tcW w:w="1116" w:type="dxa"/>
            <w:vAlign w:val="center"/>
          </w:tcPr>
          <w:p w:rsidR="002D7D68" w:rsidRPr="00432CD9" w:rsidRDefault="002D7D68" w:rsidP="002D7D68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D7D68" w:rsidRPr="00432CD9" w:rsidRDefault="002D7D68" w:rsidP="002D7D68">
            <w:r w:rsidRPr="00432CD9">
              <w:t xml:space="preserve"> </w:t>
            </w:r>
          </w:p>
        </w:tc>
      </w:tr>
      <w:tr w:rsidR="002D7D68" w:rsidRPr="00A8070F" w:rsidTr="002D7D68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7D68" w:rsidRPr="00A8070F" w:rsidRDefault="002D7D68" w:rsidP="002D7D68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7D68" w:rsidRPr="00DF25B3" w:rsidRDefault="002D7D68" w:rsidP="002D7D6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Εγγύηση: 24 μήνες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D68" w:rsidRPr="008040B9" w:rsidRDefault="002D7D68" w:rsidP="002D7D68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D68" w:rsidRPr="008040B9" w:rsidRDefault="002D7D68" w:rsidP="002D7D68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D7D68" w:rsidRPr="008040B9" w:rsidRDefault="002D7D68" w:rsidP="002D7D68">
            <w:r w:rsidRPr="008040B9">
              <w:t> </w:t>
            </w:r>
          </w:p>
        </w:tc>
      </w:tr>
    </w:tbl>
    <w:p w:rsidR="00EB2777" w:rsidRDefault="00EB2777" w:rsidP="008040B9">
      <w:bookmarkStart w:id="0" w:name="_GoBack"/>
      <w:bookmarkEnd w:id="0"/>
    </w:p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2D7D68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6C353C"/>
    <w:rsid w:val="007420FC"/>
    <w:rsid w:val="00753C81"/>
    <w:rsid w:val="008040B9"/>
    <w:rsid w:val="009735EA"/>
    <w:rsid w:val="009809F1"/>
    <w:rsid w:val="00997F72"/>
    <w:rsid w:val="00A3021C"/>
    <w:rsid w:val="00A30A4C"/>
    <w:rsid w:val="00A40B4A"/>
    <w:rsid w:val="00B317A9"/>
    <w:rsid w:val="00B330EB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7F54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1</Pages>
  <Words>88</Words>
  <Characters>481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2025-09-10T07:13:00Z</dcterms:created>
  <dcterms:modified xsi:type="dcterms:W3CDTF">2025-09-10T11:29:00Z</dcterms:modified>
</cp:coreProperties>
</file>